
<file path=[Content_Types].xml><?xml version="1.0" encoding="utf-8"?>
<Types xmlns="http://schemas.openxmlformats.org/package/2006/content-types">
  <Default Extension="emf" ContentType="image/x-emf"/>
  <Default Extension="wmf" ContentType="image/x-w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75409F" w14:textId="3E1BF14B" w:rsidR="00FC0FDA" w:rsidRDefault="004546BE" w:rsidP="00FC0FDA">
      <w:pPr>
        <w:pStyle w:val="Nadpis1"/>
        <w:rPr>
          <w:b w:val="0"/>
          <w:color w:val="auto"/>
          <w:sz w:val="18"/>
          <w:szCs w:val="18"/>
        </w:rPr>
      </w:pPr>
      <w:r>
        <w:rPr>
          <w:b w:val="0"/>
          <w:color w:val="auto"/>
          <w:sz w:val="18"/>
          <w:szCs w:val="18"/>
        </w:rPr>
        <w:t xml:space="preserve">Příloha č. </w:t>
      </w:r>
      <w:r w:rsidR="0061097C">
        <w:rPr>
          <w:b w:val="0"/>
          <w:color w:val="auto"/>
          <w:sz w:val="18"/>
          <w:szCs w:val="18"/>
        </w:rPr>
        <w:t>6 Výzvy</w:t>
      </w:r>
      <w:r w:rsidR="005F6779">
        <w:rPr>
          <w:b w:val="0"/>
          <w:color w:val="auto"/>
          <w:sz w:val="18"/>
          <w:szCs w:val="18"/>
        </w:rPr>
        <w:t xml:space="preserve"> </w:t>
      </w:r>
    </w:p>
    <w:p w14:paraId="0D94BAA4" w14:textId="77777777" w:rsidR="0061097C" w:rsidRPr="0061097C" w:rsidRDefault="0061097C" w:rsidP="0061097C"/>
    <w:p w14:paraId="1E485E08" w14:textId="41A7EF30" w:rsidR="00FC0FDA" w:rsidRDefault="008B6825" w:rsidP="00FC0FDA">
      <w:pPr>
        <w:autoSpaceDE w:val="0"/>
        <w:autoSpaceDN w:val="0"/>
        <w:spacing w:after="240"/>
        <w:jc w:val="both"/>
        <w:rPr>
          <w:rFonts w:asciiTheme="majorHAnsi" w:eastAsiaTheme="majorEastAsia" w:hAnsiTheme="majorHAnsi" w:cstheme="majorBidi"/>
          <w:b/>
          <w:color w:val="FF5200" w:themeColor="accent2"/>
          <w:spacing w:val="-6"/>
          <w:sz w:val="36"/>
          <w:szCs w:val="36"/>
        </w:rPr>
      </w:pPr>
      <w:r>
        <w:rPr>
          <w:rFonts w:asciiTheme="majorHAnsi" w:eastAsiaTheme="majorEastAsia" w:hAnsiTheme="majorHAnsi" w:cstheme="majorBidi"/>
          <w:b/>
          <w:color w:val="FF5200" w:themeColor="accent2"/>
          <w:spacing w:val="-6"/>
          <w:sz w:val="36"/>
          <w:szCs w:val="36"/>
        </w:rPr>
        <w:t>Požadavky na způsob zpracování nabídkové ceny</w:t>
      </w:r>
    </w:p>
    <w:p w14:paraId="628FCE8A" w14:textId="41F376A0" w:rsidR="00EB1C4B" w:rsidRPr="00EB1C4B" w:rsidRDefault="00EB1C4B" w:rsidP="00FC0FDA">
      <w:pPr>
        <w:autoSpaceDE w:val="0"/>
        <w:autoSpaceDN w:val="0"/>
        <w:spacing w:after="240"/>
        <w:jc w:val="both"/>
        <w:rPr>
          <w:rFonts w:asciiTheme="minorHAnsi" w:eastAsiaTheme="majorEastAsia" w:hAnsiTheme="minorHAnsi" w:cstheme="majorBidi"/>
          <w:b/>
          <w:color w:val="FF5200" w:themeColor="accent2"/>
          <w:spacing w:val="-6"/>
          <w:sz w:val="18"/>
          <w:szCs w:val="18"/>
        </w:rPr>
      </w:pPr>
      <w:r w:rsidRPr="00EB1C4B">
        <w:rPr>
          <w:rFonts w:asciiTheme="minorHAnsi" w:hAnsiTheme="minorHAnsi"/>
          <w:i/>
          <w:sz w:val="18"/>
          <w:szCs w:val="18"/>
        </w:rPr>
        <w:t>*Níže uvedená tabulka je excelovskou tabulkou, pro zadávání hodnot je třeba aktivovat ji dvojím rychlým kliknutím</w:t>
      </w:r>
    </w:p>
    <w:bookmarkStart w:id="0" w:name="_MON_1768124603"/>
    <w:bookmarkEnd w:id="0"/>
    <w:p w14:paraId="4436C18A" w14:textId="18C5A55D" w:rsidR="008B6825" w:rsidRDefault="00C814AD" w:rsidP="00FC0FDA">
      <w:pPr>
        <w:autoSpaceDE w:val="0"/>
        <w:autoSpaceDN w:val="0"/>
        <w:spacing w:after="240"/>
        <w:jc w:val="both"/>
        <w:rPr>
          <w:rFonts w:ascii="Verdana" w:hAnsi="Verdana"/>
          <w:b/>
          <w:sz w:val="6"/>
          <w:szCs w:val="8"/>
        </w:rPr>
      </w:pPr>
      <w:r>
        <w:rPr>
          <w:rFonts w:ascii="Verdana" w:hAnsi="Verdana"/>
          <w:b/>
          <w:sz w:val="6"/>
          <w:szCs w:val="8"/>
        </w:rPr>
        <w:object w:dxaOrig="9705" w:dyaOrig="5235" w14:anchorId="55D4B78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8" type="#_x0000_t75" style="width:484.9pt;height:262.35pt" o:ole="">
            <v:imagedata r:id="rId11" o:title=""/>
          </v:shape>
          <o:OLEObject Type="Embed" ProgID="Excel.Sheet.12" ShapeID="_x0000_i1028" DrawAspect="Content" ObjectID="_1768647164" r:id="rId12"/>
        </w:object>
      </w:r>
    </w:p>
    <w:p w14:paraId="46B3DA34" w14:textId="2381DA87" w:rsidR="00C445C0" w:rsidRPr="00C445C0" w:rsidRDefault="00C445C0" w:rsidP="00FC0FDA">
      <w:pPr>
        <w:autoSpaceDE w:val="0"/>
        <w:autoSpaceDN w:val="0"/>
        <w:spacing w:after="240"/>
        <w:jc w:val="both"/>
        <w:rPr>
          <w:rFonts w:asciiTheme="majorHAnsi" w:eastAsiaTheme="majorEastAsia" w:hAnsiTheme="majorHAnsi" w:cstheme="majorBidi"/>
          <w:spacing w:val="-6"/>
          <w:sz w:val="18"/>
          <w:szCs w:val="18"/>
        </w:rPr>
      </w:pPr>
    </w:p>
    <w:p w14:paraId="72AFDB09" w14:textId="44817249" w:rsidR="00C445C0" w:rsidRDefault="00C445C0" w:rsidP="00FC0FDA">
      <w:pPr>
        <w:autoSpaceDE w:val="0"/>
        <w:autoSpaceDN w:val="0"/>
        <w:spacing w:after="240"/>
        <w:jc w:val="both"/>
        <w:rPr>
          <w:rFonts w:ascii="Verdana" w:hAnsi="Verdana"/>
          <w:b/>
          <w:sz w:val="18"/>
          <w:szCs w:val="18"/>
        </w:rPr>
      </w:pPr>
      <w:bookmarkStart w:id="1" w:name="_GoBack"/>
      <w:bookmarkEnd w:id="1"/>
    </w:p>
    <w:sectPr w:rsidR="00C445C0" w:rsidSect="00417D21">
      <w:headerReference w:type="default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147DE9FB" w16cex:dateUtc="2024-02-05T07:57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8734865" w14:textId="77777777" w:rsidR="00BE4EA9" w:rsidRDefault="00BE4EA9" w:rsidP="00962258">
      <w:r>
        <w:separator/>
      </w:r>
    </w:p>
  </w:endnote>
  <w:endnote w:type="continuationSeparator" w:id="0">
    <w:p w14:paraId="0A58038D" w14:textId="77777777" w:rsidR="00BE4EA9" w:rsidRDefault="00BE4EA9" w:rsidP="009622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528570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6FD6949" w14:textId="1F82849B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F6779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F6779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2BCF4C1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60664C8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7E55303C" w14:textId="77777777" w:rsidR="00F1715C" w:rsidRDefault="00F1715C" w:rsidP="00D831A3">
          <w:pPr>
            <w:pStyle w:val="Zpat"/>
          </w:pPr>
        </w:p>
      </w:tc>
    </w:tr>
  </w:tbl>
  <w:p w14:paraId="179E4F61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0753D540" wp14:editId="696462B4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178ADA86" id="Straight Connector 3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50AA17BE" wp14:editId="4B2B8368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7AFF487F" id="Straight Connector 2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0E6A8298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A71E2B0" w14:textId="603D8645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76E5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76E5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E1232CF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3B3403DE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5853F3A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73D77D44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2CED9ACE" w14:textId="77777777" w:rsidR="00F1715C" w:rsidRDefault="004C5D55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3258A97A" w14:textId="77777777" w:rsidR="00F1715C" w:rsidRDefault="00F1715C" w:rsidP="00460660">
          <w:pPr>
            <w:pStyle w:val="Zpat"/>
          </w:pPr>
        </w:p>
      </w:tc>
    </w:tr>
  </w:tbl>
  <w:p w14:paraId="2720A975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A605FA0" wp14:editId="12014ED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2BD7B5EB" id="Straight Connector 7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7DB77C1F" wp14:editId="573A31C5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22819D33" id="Straight Connector 10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2B11B5B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A4CC27" w14:textId="77777777" w:rsidR="00BE4EA9" w:rsidRDefault="00BE4EA9" w:rsidP="00962258">
      <w:r>
        <w:separator/>
      </w:r>
    </w:p>
  </w:footnote>
  <w:footnote w:type="continuationSeparator" w:id="0">
    <w:p w14:paraId="56A1CB38" w14:textId="77777777" w:rsidR="00BE4EA9" w:rsidRDefault="00BE4EA9" w:rsidP="009622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7AC6D36F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4CC72FE2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84C699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0C398B9" w14:textId="77777777" w:rsidR="00F1715C" w:rsidRPr="00D6163D" w:rsidRDefault="00F1715C" w:rsidP="00D6163D">
          <w:pPr>
            <w:pStyle w:val="Druhdokumentu"/>
          </w:pPr>
        </w:p>
      </w:tc>
    </w:tr>
  </w:tbl>
  <w:p w14:paraId="38AA4E8C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24356D4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B633359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7B5D66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5EF8EBA" w14:textId="77777777" w:rsidR="00F1715C" w:rsidRPr="00D6163D" w:rsidRDefault="00F1715C" w:rsidP="00FC6389">
          <w:pPr>
            <w:pStyle w:val="Druhdokumentu"/>
          </w:pPr>
        </w:p>
      </w:tc>
    </w:tr>
    <w:tr w:rsidR="009F392E" w14:paraId="480EAC07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C66D403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FE05E7D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95D4BA" w14:textId="77777777" w:rsidR="009F392E" w:rsidRPr="00D6163D" w:rsidRDefault="009F392E" w:rsidP="00FC6389">
          <w:pPr>
            <w:pStyle w:val="Druhdokumentu"/>
          </w:pPr>
        </w:p>
      </w:tc>
    </w:tr>
  </w:tbl>
  <w:p w14:paraId="75EA54D1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</w:rPr>
      <w:drawing>
        <wp:anchor distT="0" distB="0" distL="114300" distR="114300" simplePos="0" relativeHeight="251659776" behindDoc="0" locked="1" layoutInCell="1" allowOverlap="1" wp14:anchorId="2E25BA79" wp14:editId="5F5D1BD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9C4D2A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0605BB3"/>
    <w:multiLevelType w:val="hybridMultilevel"/>
    <w:tmpl w:val="319ED74A"/>
    <w:lvl w:ilvl="0" w:tplc="0405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BE8452A"/>
    <w:multiLevelType w:val="hybridMultilevel"/>
    <w:tmpl w:val="860E6B52"/>
    <w:lvl w:ilvl="0" w:tplc="4F8AE408">
      <w:numFmt w:val="bullet"/>
      <w:lvlText w:val="-"/>
      <w:lvlJc w:val="left"/>
      <w:pPr>
        <w:ind w:left="1506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F76403"/>
    <w:multiLevelType w:val="multilevel"/>
    <w:tmpl w:val="0D34D660"/>
    <w:numStyleLink w:val="ListBulletmultilevel"/>
  </w:abstractNum>
  <w:abstractNum w:abstractNumId="7" w15:restartNumberingAfterBreak="0">
    <w:nsid w:val="344B4C44"/>
    <w:multiLevelType w:val="multilevel"/>
    <w:tmpl w:val="CABE99FC"/>
    <w:numStyleLink w:val="ListNumbermultilevel"/>
  </w:abstractNum>
  <w:abstractNum w:abstractNumId="8" w15:restartNumberingAfterBreak="0">
    <w:nsid w:val="34EE549F"/>
    <w:multiLevelType w:val="multilevel"/>
    <w:tmpl w:val="CABE99FC"/>
    <w:numStyleLink w:val="ListNumbermultilevel"/>
  </w:abstractNum>
  <w:abstractNum w:abstractNumId="9" w15:restartNumberingAfterBreak="0">
    <w:nsid w:val="6AAF0A8C"/>
    <w:multiLevelType w:val="multilevel"/>
    <w:tmpl w:val="0D34D660"/>
    <w:numStyleLink w:val="ListBulletmultilevel"/>
  </w:abstractNum>
  <w:abstractNum w:abstractNumId="10" w15:restartNumberingAfterBreak="0">
    <w:nsid w:val="74070991"/>
    <w:multiLevelType w:val="multilevel"/>
    <w:tmpl w:val="CABE99FC"/>
    <w:numStyleLink w:val="ListNumbermultilevel"/>
  </w:abstractNum>
  <w:abstractNum w:abstractNumId="11" w15:restartNumberingAfterBreak="0">
    <w:nsid w:val="796D2927"/>
    <w:multiLevelType w:val="multilevel"/>
    <w:tmpl w:val="7FD0B368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  <w:sz w:val="18"/>
        <w:szCs w:val="18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12" w15:restartNumberingAfterBreak="0">
    <w:nsid w:val="7F856865"/>
    <w:multiLevelType w:val="hybridMultilevel"/>
    <w:tmpl w:val="4580BB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5"/>
  </w:num>
  <w:num w:numId="6">
    <w:abstractNumId w:val="6"/>
  </w:num>
  <w:num w:numId="7">
    <w:abstractNumId w:val="0"/>
  </w:num>
  <w:num w:numId="8">
    <w:abstractNumId w:val="7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10"/>
  </w:num>
  <w:num w:numId="17">
    <w:abstractNumId w:val="3"/>
  </w:num>
  <w:num w:numId="18">
    <w:abstractNumId w:val="10"/>
  </w:num>
  <w:num w:numId="19">
    <w:abstractNumId w:val="10"/>
  </w:num>
  <w:num w:numId="20">
    <w:abstractNumId w:val="10"/>
  </w:num>
  <w:num w:numId="21">
    <w:abstractNumId w:val="10"/>
  </w:num>
  <w:num w:numId="22">
    <w:abstractNumId w:val="6"/>
  </w:num>
  <w:num w:numId="23">
    <w:abstractNumId w:val="1"/>
  </w:num>
  <w:num w:numId="24">
    <w:abstractNumId w:val="6"/>
  </w:num>
  <w:num w:numId="25">
    <w:abstractNumId w:val="6"/>
  </w:num>
  <w:num w:numId="26">
    <w:abstractNumId w:val="6"/>
  </w:num>
  <w:num w:numId="27">
    <w:abstractNumId w:val="6"/>
  </w:num>
  <w:num w:numId="28">
    <w:abstractNumId w:val="10"/>
  </w:num>
  <w:num w:numId="29">
    <w:abstractNumId w:val="3"/>
  </w:num>
  <w:num w:numId="30">
    <w:abstractNumId w:val="10"/>
  </w:num>
  <w:num w:numId="31">
    <w:abstractNumId w:val="10"/>
  </w:num>
  <w:num w:numId="32">
    <w:abstractNumId w:val="10"/>
  </w:num>
  <w:num w:numId="33">
    <w:abstractNumId w:val="10"/>
  </w:num>
  <w:num w:numId="34">
    <w:abstractNumId w:val="2"/>
  </w:num>
  <w:num w:numId="35">
    <w:abstractNumId w:val="12"/>
  </w:num>
  <w:num w:numId="36">
    <w:abstractNumId w:val="11"/>
  </w:num>
  <w:num w:numId="37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0FDA"/>
    <w:rsid w:val="00067CCB"/>
    <w:rsid w:val="00067E11"/>
    <w:rsid w:val="00072C1E"/>
    <w:rsid w:val="0007723C"/>
    <w:rsid w:val="00094694"/>
    <w:rsid w:val="000B734B"/>
    <w:rsid w:val="000C5589"/>
    <w:rsid w:val="000E23A7"/>
    <w:rsid w:val="0010693F"/>
    <w:rsid w:val="00114472"/>
    <w:rsid w:val="00153A2B"/>
    <w:rsid w:val="001550BC"/>
    <w:rsid w:val="001605B9"/>
    <w:rsid w:val="00170EC5"/>
    <w:rsid w:val="001747C1"/>
    <w:rsid w:val="001826A9"/>
    <w:rsid w:val="00184743"/>
    <w:rsid w:val="001A332D"/>
    <w:rsid w:val="00207DF5"/>
    <w:rsid w:val="00220ADD"/>
    <w:rsid w:val="00280E07"/>
    <w:rsid w:val="00297033"/>
    <w:rsid w:val="002C31BF"/>
    <w:rsid w:val="002D02AB"/>
    <w:rsid w:val="002D08B1"/>
    <w:rsid w:val="002E0CD7"/>
    <w:rsid w:val="0033502C"/>
    <w:rsid w:val="00341DCF"/>
    <w:rsid w:val="00357BC6"/>
    <w:rsid w:val="003739F6"/>
    <w:rsid w:val="003909D1"/>
    <w:rsid w:val="003956C6"/>
    <w:rsid w:val="003A4765"/>
    <w:rsid w:val="003F5841"/>
    <w:rsid w:val="00417D21"/>
    <w:rsid w:val="00425F58"/>
    <w:rsid w:val="00441430"/>
    <w:rsid w:val="00450F07"/>
    <w:rsid w:val="00453CD3"/>
    <w:rsid w:val="004546BE"/>
    <w:rsid w:val="00460660"/>
    <w:rsid w:val="00486107"/>
    <w:rsid w:val="00491827"/>
    <w:rsid w:val="004B348C"/>
    <w:rsid w:val="004C4399"/>
    <w:rsid w:val="004C5D55"/>
    <w:rsid w:val="004C71DF"/>
    <w:rsid w:val="004C787C"/>
    <w:rsid w:val="004E143C"/>
    <w:rsid w:val="004E3A53"/>
    <w:rsid w:val="004F20BC"/>
    <w:rsid w:val="004F2253"/>
    <w:rsid w:val="004F4B9B"/>
    <w:rsid w:val="004F69EA"/>
    <w:rsid w:val="005105F3"/>
    <w:rsid w:val="00511AB9"/>
    <w:rsid w:val="00523252"/>
    <w:rsid w:val="00523EA7"/>
    <w:rsid w:val="00524676"/>
    <w:rsid w:val="00553375"/>
    <w:rsid w:val="00557C28"/>
    <w:rsid w:val="005736B7"/>
    <w:rsid w:val="00575E5A"/>
    <w:rsid w:val="0059664B"/>
    <w:rsid w:val="005B4B8E"/>
    <w:rsid w:val="005F1404"/>
    <w:rsid w:val="005F6779"/>
    <w:rsid w:val="0061068E"/>
    <w:rsid w:val="0061097C"/>
    <w:rsid w:val="00634DFA"/>
    <w:rsid w:val="00660AD3"/>
    <w:rsid w:val="00677B7F"/>
    <w:rsid w:val="006835B6"/>
    <w:rsid w:val="006A5570"/>
    <w:rsid w:val="006A689C"/>
    <w:rsid w:val="006B211C"/>
    <w:rsid w:val="006B3D79"/>
    <w:rsid w:val="006D7AFE"/>
    <w:rsid w:val="006E0578"/>
    <w:rsid w:val="006E314D"/>
    <w:rsid w:val="00710723"/>
    <w:rsid w:val="00723ED1"/>
    <w:rsid w:val="00733365"/>
    <w:rsid w:val="00743525"/>
    <w:rsid w:val="00746B62"/>
    <w:rsid w:val="0076286B"/>
    <w:rsid w:val="00766846"/>
    <w:rsid w:val="0077673A"/>
    <w:rsid w:val="00782DF7"/>
    <w:rsid w:val="007846E1"/>
    <w:rsid w:val="007B570C"/>
    <w:rsid w:val="007C1877"/>
    <w:rsid w:val="007C589B"/>
    <w:rsid w:val="007E4A6E"/>
    <w:rsid w:val="007F1652"/>
    <w:rsid w:val="007F56A7"/>
    <w:rsid w:val="00807DD0"/>
    <w:rsid w:val="008659F3"/>
    <w:rsid w:val="00886D4B"/>
    <w:rsid w:val="00895406"/>
    <w:rsid w:val="008A3568"/>
    <w:rsid w:val="008B6825"/>
    <w:rsid w:val="008C0199"/>
    <w:rsid w:val="008C3C74"/>
    <w:rsid w:val="008D03B9"/>
    <w:rsid w:val="008F18D6"/>
    <w:rsid w:val="00904780"/>
    <w:rsid w:val="00904FB3"/>
    <w:rsid w:val="00922385"/>
    <w:rsid w:val="009223DF"/>
    <w:rsid w:val="00923DE9"/>
    <w:rsid w:val="00930425"/>
    <w:rsid w:val="00936091"/>
    <w:rsid w:val="00940D8A"/>
    <w:rsid w:val="00961D9D"/>
    <w:rsid w:val="00962258"/>
    <w:rsid w:val="0096670C"/>
    <w:rsid w:val="009678B7"/>
    <w:rsid w:val="009833E1"/>
    <w:rsid w:val="00992D9C"/>
    <w:rsid w:val="00992E1E"/>
    <w:rsid w:val="00996CB8"/>
    <w:rsid w:val="009B14A9"/>
    <w:rsid w:val="009B2E97"/>
    <w:rsid w:val="009D0D24"/>
    <w:rsid w:val="009E07F4"/>
    <w:rsid w:val="009E7C5B"/>
    <w:rsid w:val="009F392E"/>
    <w:rsid w:val="009F5508"/>
    <w:rsid w:val="00A11B4F"/>
    <w:rsid w:val="00A16671"/>
    <w:rsid w:val="00A6177B"/>
    <w:rsid w:val="00A66136"/>
    <w:rsid w:val="00A7637A"/>
    <w:rsid w:val="00A841DC"/>
    <w:rsid w:val="00AA4CBB"/>
    <w:rsid w:val="00AA592F"/>
    <w:rsid w:val="00AA65FA"/>
    <w:rsid w:val="00AA7351"/>
    <w:rsid w:val="00AD056F"/>
    <w:rsid w:val="00AD1561"/>
    <w:rsid w:val="00AD6731"/>
    <w:rsid w:val="00AE00B9"/>
    <w:rsid w:val="00AE0D05"/>
    <w:rsid w:val="00AF7B65"/>
    <w:rsid w:val="00B15D0D"/>
    <w:rsid w:val="00B265B1"/>
    <w:rsid w:val="00B420DC"/>
    <w:rsid w:val="00B75EE1"/>
    <w:rsid w:val="00B77481"/>
    <w:rsid w:val="00B77BB1"/>
    <w:rsid w:val="00B8518B"/>
    <w:rsid w:val="00BA2FBE"/>
    <w:rsid w:val="00BD7E91"/>
    <w:rsid w:val="00BE4EA9"/>
    <w:rsid w:val="00C02D0A"/>
    <w:rsid w:val="00C03A6E"/>
    <w:rsid w:val="00C445C0"/>
    <w:rsid w:val="00C44F6A"/>
    <w:rsid w:val="00C47AE3"/>
    <w:rsid w:val="00C76E5E"/>
    <w:rsid w:val="00C814AD"/>
    <w:rsid w:val="00CA0F0B"/>
    <w:rsid w:val="00CC5571"/>
    <w:rsid w:val="00CD1FC4"/>
    <w:rsid w:val="00D21061"/>
    <w:rsid w:val="00D30C2B"/>
    <w:rsid w:val="00D4108E"/>
    <w:rsid w:val="00D44198"/>
    <w:rsid w:val="00D6163D"/>
    <w:rsid w:val="00D73D46"/>
    <w:rsid w:val="00D831A3"/>
    <w:rsid w:val="00DB6F25"/>
    <w:rsid w:val="00DC75F3"/>
    <w:rsid w:val="00DD46F3"/>
    <w:rsid w:val="00DE0855"/>
    <w:rsid w:val="00DE56F2"/>
    <w:rsid w:val="00DF116D"/>
    <w:rsid w:val="00E3136A"/>
    <w:rsid w:val="00E33CCA"/>
    <w:rsid w:val="00E36C4A"/>
    <w:rsid w:val="00E50364"/>
    <w:rsid w:val="00E8195D"/>
    <w:rsid w:val="00EB104F"/>
    <w:rsid w:val="00EB1C4B"/>
    <w:rsid w:val="00ED14BD"/>
    <w:rsid w:val="00EE57AF"/>
    <w:rsid w:val="00EF621B"/>
    <w:rsid w:val="00F0533E"/>
    <w:rsid w:val="00F100F8"/>
    <w:rsid w:val="00F1048D"/>
    <w:rsid w:val="00F12DEC"/>
    <w:rsid w:val="00F1715C"/>
    <w:rsid w:val="00F2291F"/>
    <w:rsid w:val="00F23F21"/>
    <w:rsid w:val="00F310F8"/>
    <w:rsid w:val="00F35939"/>
    <w:rsid w:val="00F45607"/>
    <w:rsid w:val="00F5558F"/>
    <w:rsid w:val="00F616E5"/>
    <w:rsid w:val="00F659EB"/>
    <w:rsid w:val="00F65FFD"/>
    <w:rsid w:val="00F86BA6"/>
    <w:rsid w:val="00FC0FDA"/>
    <w:rsid w:val="00FC1B0C"/>
    <w:rsid w:val="00FC41B6"/>
    <w:rsid w:val="00FC6389"/>
    <w:rsid w:val="00FC66E3"/>
    <w:rsid w:val="00FC68B2"/>
    <w:rsid w:val="00FD3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9654E4A"/>
  <w14:defaultImageDpi w14:val="32767"/>
  <w15:docId w15:val="{1DE80733-0EF8-4130-9717-8E13D5BFEA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FC0F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0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OdstavecseseznamemChar">
    <w:name w:val="Odstavec se seznamem Char"/>
    <w:link w:val="Odstavecseseznamem"/>
    <w:uiPriority w:val="34"/>
    <w:locked/>
    <w:rsid w:val="00FC0FDA"/>
  </w:style>
  <w:style w:type="character" w:styleId="Odkaznakoment">
    <w:name w:val="annotation reference"/>
    <w:basedOn w:val="Standardnpsmoodstavce"/>
    <w:uiPriority w:val="99"/>
    <w:semiHidden/>
    <w:unhideWhenUsed/>
    <w:rsid w:val="00D4419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D44198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4419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419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4198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package" Target="embeddings/Microsoft_Excel_Worksheet.xlsx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microsoft.com/office/2018/08/relationships/commentsExtensible" Target="commentsExtensi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3\Hlavi&#269;kov&#253;%20pap&#237;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83F0AD48C62CD4E92FBAECC5921CD00" ma:contentTypeVersion="2" ma:contentTypeDescription="Vytvoří nový dokument" ma:contentTypeScope="" ma:versionID="bdf0605e79c08909535c30d0ba15783b">
  <xsd:schema xmlns:xsd="http://www.w3.org/2001/XMLSchema" xmlns:xs="http://www.w3.org/2001/XMLSchema" xmlns:p="http://schemas.microsoft.com/office/2006/metadata/properties" xmlns:ns2="5d094e4e-3516-4d6c-9748-efae541327b4" targetNamespace="http://schemas.microsoft.com/office/2006/metadata/properties" ma:root="true" ma:fieldsID="5e690468e25543e40eaf6bb5f40a85e6" ns2:_="">
    <xsd:import namespace="5d094e4e-3516-4d6c-9748-efae541327b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094e4e-3516-4d6c-9748-efae541327b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D018A3EE-15B8-4C52-BE4F-E9BB42A61B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d094e4e-3516-4d6c-9748-efae541327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0BC767D-FA8B-43E5-AEBE-8737E70EC4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Hlavičkový papír</Template>
  <TotalTime>5</TotalTime>
  <Pages>1</Pages>
  <Words>30</Words>
  <Characters>180</Characters>
  <Application>Microsoft Office Word</Application>
  <DocSecurity>0</DocSecurity>
  <Lines>1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Prachařová Karolína, Mgr.</cp:lastModifiedBy>
  <cp:revision>4</cp:revision>
  <cp:lastPrinted>2023-02-06T11:36:00Z</cp:lastPrinted>
  <dcterms:created xsi:type="dcterms:W3CDTF">2024-02-05T07:57:00Z</dcterms:created>
  <dcterms:modified xsi:type="dcterms:W3CDTF">2024-02-05T13:06:00Z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0x010100B83F0AD48C62CD4E92FBAECC5921CD00</vt:lpwstr>
  </property>
  <property fmtid="{D5CDD505-2E9C-101B-9397-08002B2CF9AE}" pid="3" name="URL">
    <vt:lpwstr/>
  </property>
</Properties>
</file>